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C8A34" w14:textId="77777777" w:rsidR="00CF1895" w:rsidRPr="0014156F" w:rsidRDefault="00CF1895">
      <w:pPr>
        <w:rPr>
          <w:lang w:val="sr-Cyrl-RS"/>
        </w:rPr>
      </w:pPr>
    </w:p>
    <w:p w14:paraId="297EBE57" w14:textId="77777777" w:rsidR="00F76077" w:rsidRPr="00672D37" w:rsidRDefault="00F76077">
      <w:pPr>
        <w:rPr>
          <w:lang w:val="sr-Cyrl-BA"/>
        </w:rPr>
      </w:pPr>
    </w:p>
    <w:p w14:paraId="7E58D416" w14:textId="77777777" w:rsidR="00F76077" w:rsidRPr="00672D37" w:rsidRDefault="00F76077">
      <w:pPr>
        <w:rPr>
          <w:lang w:val="sr-Cyrl-BA"/>
        </w:rPr>
      </w:pPr>
    </w:p>
    <w:p w14:paraId="30CD50F2" w14:textId="77777777" w:rsidR="00F76077" w:rsidRPr="00672D37" w:rsidRDefault="00F76077">
      <w:pPr>
        <w:rPr>
          <w:lang w:val="sr-Cyrl-BA"/>
        </w:rPr>
      </w:pPr>
    </w:p>
    <w:p w14:paraId="4FA71E9E" w14:textId="77777777" w:rsidR="00F76077" w:rsidRPr="00672D37" w:rsidRDefault="00F76077">
      <w:pPr>
        <w:rPr>
          <w:lang w:val="sr-Cyrl-BA"/>
        </w:rPr>
      </w:pPr>
    </w:p>
    <w:p w14:paraId="594E70E8" w14:textId="77777777" w:rsidR="00F76077" w:rsidRPr="00672D37" w:rsidRDefault="00F76077">
      <w:pPr>
        <w:rPr>
          <w:lang w:val="sr-Cyrl-BA"/>
        </w:rPr>
      </w:pPr>
    </w:p>
    <w:p w14:paraId="314E687F" w14:textId="77777777" w:rsidR="00FB1893" w:rsidRPr="00672D37" w:rsidRDefault="00FB1893" w:rsidP="00FB1893">
      <w:pPr>
        <w:rPr>
          <w:rStyle w:val="Emphasis"/>
          <w:lang w:val="sr-Cyrl-BA"/>
        </w:rPr>
      </w:pPr>
    </w:p>
    <w:tbl>
      <w:tblPr>
        <w:tblW w:w="908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51"/>
        <w:gridCol w:w="807"/>
        <w:gridCol w:w="4126"/>
      </w:tblGrid>
      <w:tr w:rsidR="00FB1893" w:rsidRPr="00672D37" w14:paraId="6BB706C1" w14:textId="77777777" w:rsidTr="005737BB">
        <w:trPr>
          <w:trHeight w:hRule="exact" w:val="1769"/>
          <w:jc w:val="center"/>
        </w:trPr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B9F6A" w14:textId="708D2636" w:rsidR="006314F2" w:rsidRPr="00672D37" w:rsidRDefault="005737BB" w:rsidP="005737BB">
            <w:pPr>
              <w:pStyle w:val="Normal-cirilica"/>
              <w:spacing w:before="120"/>
              <w:ind w:firstLine="0"/>
              <w:jc w:val="center"/>
              <w:rPr>
                <w:rFonts w:ascii="Arial" w:hAnsi="Arial" w:cs="Arial"/>
                <w:b/>
                <w:szCs w:val="22"/>
                <w:lang w:val="sr-Cyrl-BA"/>
              </w:rPr>
            </w:pPr>
            <w:r w:rsidRPr="00672D37">
              <w:rPr>
                <w:rFonts w:ascii="Arial" w:hAnsi="Arial" w:cs="Arial"/>
                <w:b/>
                <w:szCs w:val="22"/>
                <w:lang w:val="sr-Cyrl-BA"/>
              </w:rPr>
              <w:t>СКУПШТИНА ГРАДА</w:t>
            </w:r>
          </w:p>
          <w:p w14:paraId="60EF5FBA" w14:textId="7DF5DF81" w:rsidR="00327A5A" w:rsidRPr="00672D37" w:rsidRDefault="005737BB" w:rsidP="005737BB">
            <w:pPr>
              <w:pStyle w:val="Normal-cirilica"/>
              <w:spacing w:before="120"/>
              <w:ind w:firstLine="0"/>
              <w:jc w:val="center"/>
              <w:rPr>
                <w:rFonts w:ascii="Arial" w:hAnsi="Arial" w:cs="Arial"/>
                <w:b/>
                <w:szCs w:val="22"/>
                <w:lang w:val="sr-Cyrl-BA"/>
              </w:rPr>
            </w:pPr>
            <w:r w:rsidRPr="00672D37">
              <w:rPr>
                <w:rFonts w:ascii="Arial" w:hAnsi="Arial" w:cs="Arial"/>
                <w:b/>
                <w:szCs w:val="22"/>
                <w:lang w:val="sr-Cyrl-BA"/>
              </w:rPr>
              <w:t>ОВДЈЕ</w:t>
            </w:r>
          </w:p>
        </w:tc>
        <w:tc>
          <w:tcPr>
            <w:tcW w:w="807" w:type="dxa"/>
            <w:tcBorders>
              <w:left w:val="single" w:sz="4" w:space="0" w:color="000000"/>
            </w:tcBorders>
            <w:shd w:val="clear" w:color="auto" w:fill="auto"/>
          </w:tcPr>
          <w:p w14:paraId="5A384194" w14:textId="77777777" w:rsidR="00FB1893" w:rsidRPr="00672D37" w:rsidRDefault="00FB1893" w:rsidP="00A01A41">
            <w:pPr>
              <w:pStyle w:val="Normal-cirilica"/>
              <w:snapToGrid w:val="0"/>
              <w:ind w:firstLine="0"/>
              <w:rPr>
                <w:rFonts w:ascii="Arial" w:hAnsi="Arial" w:cs="Arial"/>
                <w:szCs w:val="22"/>
                <w:lang w:val="sr-Cyrl-BA"/>
              </w:rPr>
            </w:pPr>
          </w:p>
        </w:tc>
        <w:tc>
          <w:tcPr>
            <w:tcW w:w="4126" w:type="dxa"/>
            <w:shd w:val="clear" w:color="auto" w:fill="auto"/>
          </w:tcPr>
          <w:p w14:paraId="3B38B0E5" w14:textId="77777777" w:rsidR="00AE17FF" w:rsidRPr="00672D37" w:rsidRDefault="00AE17FF" w:rsidP="00AE17FF">
            <w:pPr>
              <w:spacing w:after="60"/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  <w:p w14:paraId="08E70AC6" w14:textId="354DD0E6" w:rsidR="00AE17FF" w:rsidRPr="005737BB" w:rsidRDefault="00AE17FF" w:rsidP="009C73F9">
            <w:pPr>
              <w:spacing w:after="120"/>
              <w:rPr>
                <w:rFonts w:ascii="Arial" w:hAnsi="Arial" w:cs="Arial"/>
                <w:b w:val="0"/>
                <w:sz w:val="22"/>
                <w:szCs w:val="22"/>
                <w:lang w:val="sr-Latn-RS"/>
              </w:rPr>
            </w:pPr>
            <w:r w:rsidRPr="00672D37"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  <w:t>Наш број:  02</w:t>
            </w:r>
            <w:r w:rsidR="005737BB">
              <w:rPr>
                <w:rFonts w:ascii="Arial" w:hAnsi="Arial" w:cs="Arial"/>
                <w:b w:val="0"/>
                <w:sz w:val="22"/>
                <w:szCs w:val="22"/>
                <w:lang w:val="sr-Latn-RS"/>
              </w:rPr>
              <w:t>.02-013-1-</w:t>
            </w:r>
            <w:r w:rsidR="00F71E0D">
              <w:rPr>
                <w:rFonts w:ascii="Arial" w:hAnsi="Arial" w:cs="Arial"/>
                <w:b w:val="0"/>
                <w:sz w:val="22"/>
                <w:szCs w:val="22"/>
                <w:lang w:val="sr-Latn-RS"/>
              </w:rPr>
              <w:t>1</w:t>
            </w:r>
            <w:r w:rsidR="005737BB">
              <w:rPr>
                <w:rFonts w:ascii="Arial" w:hAnsi="Arial" w:cs="Arial"/>
                <w:b w:val="0"/>
                <w:sz w:val="22"/>
                <w:szCs w:val="22"/>
                <w:lang w:val="sr-Latn-RS"/>
              </w:rPr>
              <w:t>/2</w:t>
            </w:r>
            <w:r w:rsidR="00F71E0D">
              <w:rPr>
                <w:rFonts w:ascii="Arial" w:hAnsi="Arial" w:cs="Arial"/>
                <w:b w:val="0"/>
                <w:sz w:val="22"/>
                <w:szCs w:val="22"/>
                <w:lang w:val="sr-Latn-RS"/>
              </w:rPr>
              <w:t>6</w:t>
            </w:r>
          </w:p>
          <w:p w14:paraId="22950FA5" w14:textId="77777777" w:rsidR="00AE17FF" w:rsidRPr="00672D37" w:rsidRDefault="00AE17FF" w:rsidP="009C73F9">
            <w:pPr>
              <w:pStyle w:val="Normal-cirilica"/>
              <w:tabs>
                <w:tab w:val="left" w:pos="1021"/>
                <w:tab w:val="left" w:pos="3402"/>
              </w:tabs>
              <w:spacing w:after="120"/>
              <w:ind w:firstLine="0"/>
              <w:jc w:val="left"/>
              <w:rPr>
                <w:rFonts w:ascii="Arial" w:hAnsi="Arial" w:cs="Arial"/>
                <w:szCs w:val="22"/>
                <w:lang w:val="sr-Cyrl-BA"/>
              </w:rPr>
            </w:pPr>
            <w:r w:rsidRPr="00672D37">
              <w:rPr>
                <w:rFonts w:ascii="Arial" w:hAnsi="Arial" w:cs="Arial"/>
                <w:szCs w:val="22"/>
                <w:lang w:val="sr-Cyrl-BA"/>
              </w:rPr>
              <w:t xml:space="preserve">Ваш број:  </w:t>
            </w:r>
          </w:p>
          <w:p w14:paraId="4B85EBE1" w14:textId="6C9FD471" w:rsidR="00FB1893" w:rsidRPr="005737BB" w:rsidRDefault="00AE17FF" w:rsidP="009C73F9">
            <w:pPr>
              <w:pStyle w:val="Normal-cirilica"/>
              <w:tabs>
                <w:tab w:val="left" w:pos="1021"/>
                <w:tab w:val="right" w:pos="3402"/>
              </w:tabs>
              <w:spacing w:after="120"/>
              <w:ind w:firstLine="0"/>
              <w:jc w:val="left"/>
              <w:rPr>
                <w:rFonts w:ascii="Arial" w:hAnsi="Arial" w:cs="Arial"/>
                <w:szCs w:val="22"/>
                <w:lang w:val="sr-Cyrl-RS"/>
              </w:rPr>
            </w:pPr>
            <w:r w:rsidRPr="00672D37">
              <w:rPr>
                <w:rFonts w:ascii="Arial" w:hAnsi="Arial" w:cs="Arial"/>
                <w:szCs w:val="22"/>
                <w:lang w:val="sr-Cyrl-BA"/>
              </w:rPr>
              <w:t>Датум</w:t>
            </w:r>
            <w:r w:rsidR="009C73F9" w:rsidRPr="00672D37">
              <w:rPr>
                <w:rFonts w:ascii="Arial" w:hAnsi="Arial" w:cs="Arial"/>
                <w:szCs w:val="22"/>
                <w:lang w:val="sr-Cyrl-BA"/>
              </w:rPr>
              <w:t xml:space="preserve">  </w:t>
            </w:r>
            <w:r w:rsidRPr="00672D37">
              <w:rPr>
                <w:rFonts w:ascii="Arial" w:hAnsi="Arial" w:cs="Arial"/>
                <w:szCs w:val="22"/>
                <w:lang w:val="sr-Cyrl-BA"/>
              </w:rPr>
              <w:t xml:space="preserve">   : </w:t>
            </w:r>
            <w:r w:rsidR="009C73F9" w:rsidRPr="00672D37">
              <w:rPr>
                <w:rFonts w:ascii="Arial" w:hAnsi="Arial" w:cs="Arial"/>
                <w:szCs w:val="22"/>
                <w:lang w:val="sr-Cyrl-BA"/>
              </w:rPr>
              <w:t xml:space="preserve"> </w:t>
            </w:r>
            <w:r w:rsidR="00207ACB">
              <w:rPr>
                <w:rFonts w:ascii="Arial" w:hAnsi="Arial" w:cs="Arial"/>
                <w:szCs w:val="22"/>
                <w:lang w:val="sr-Cyrl-RS"/>
              </w:rPr>
              <w:t>2</w:t>
            </w:r>
            <w:r w:rsidR="00F71E0D">
              <w:rPr>
                <w:rFonts w:ascii="Arial" w:hAnsi="Arial" w:cs="Arial"/>
                <w:szCs w:val="22"/>
                <w:lang w:val="sr-Latn-RS"/>
              </w:rPr>
              <w:t>3</w:t>
            </w:r>
            <w:r w:rsidR="005737BB">
              <w:rPr>
                <w:rFonts w:ascii="Arial" w:hAnsi="Arial" w:cs="Arial"/>
                <w:szCs w:val="22"/>
                <w:lang w:val="sr-Latn-RS"/>
              </w:rPr>
              <w:t>.</w:t>
            </w:r>
            <w:r w:rsidR="00F71E0D">
              <w:rPr>
                <w:rFonts w:ascii="Arial" w:hAnsi="Arial" w:cs="Arial"/>
                <w:szCs w:val="22"/>
                <w:lang w:val="sr-Latn-RS"/>
              </w:rPr>
              <w:t>01</w:t>
            </w:r>
            <w:r w:rsidR="005737BB">
              <w:rPr>
                <w:rFonts w:ascii="Arial" w:hAnsi="Arial" w:cs="Arial"/>
                <w:szCs w:val="22"/>
                <w:lang w:val="sr-Latn-RS"/>
              </w:rPr>
              <w:t>.202</w:t>
            </w:r>
            <w:r w:rsidR="00F71E0D">
              <w:rPr>
                <w:rFonts w:ascii="Arial" w:hAnsi="Arial" w:cs="Arial"/>
                <w:szCs w:val="22"/>
                <w:lang w:val="sr-Latn-RS"/>
              </w:rPr>
              <w:t>6</w:t>
            </w:r>
            <w:r w:rsidR="005737BB">
              <w:rPr>
                <w:rFonts w:ascii="Arial" w:hAnsi="Arial" w:cs="Arial"/>
                <w:szCs w:val="22"/>
                <w:lang w:val="sr-Latn-RS"/>
              </w:rPr>
              <w:t>.</w:t>
            </w:r>
            <w:r w:rsidR="005737BB">
              <w:rPr>
                <w:rFonts w:ascii="Arial" w:hAnsi="Arial" w:cs="Arial"/>
                <w:szCs w:val="22"/>
                <w:lang w:val="sr-Cyrl-RS"/>
              </w:rPr>
              <w:t>годин</w:t>
            </w:r>
            <w:r w:rsidR="00D0220C">
              <w:rPr>
                <w:rFonts w:ascii="Arial" w:hAnsi="Arial" w:cs="Arial"/>
                <w:szCs w:val="22"/>
                <w:lang w:val="sr-Cyrl-RS"/>
              </w:rPr>
              <w:t>е</w:t>
            </w:r>
          </w:p>
        </w:tc>
      </w:tr>
    </w:tbl>
    <w:p w14:paraId="678B0928" w14:textId="77777777" w:rsidR="00FB1893" w:rsidRPr="00672D37" w:rsidRDefault="00FB1893" w:rsidP="00FB1893">
      <w:pPr>
        <w:rPr>
          <w:rStyle w:val="Emphasis"/>
          <w:sz w:val="22"/>
          <w:szCs w:val="22"/>
          <w:lang w:val="sr-Cyrl-BA"/>
        </w:rPr>
      </w:pPr>
    </w:p>
    <w:p w14:paraId="54540467" w14:textId="66E4BFDF" w:rsidR="0014156F" w:rsidRDefault="0014156F" w:rsidP="00F76077">
      <w:pPr>
        <w:outlineLvl w:val="0"/>
        <w:rPr>
          <w:rFonts w:ascii="Arial" w:hAnsi="Arial" w:cs="Arial"/>
          <w:b w:val="0"/>
          <w:sz w:val="22"/>
          <w:szCs w:val="22"/>
          <w:lang w:val="sr-Cyrl-BA"/>
        </w:rPr>
      </w:pPr>
    </w:p>
    <w:p w14:paraId="70A1BEDA" w14:textId="46B5A54D" w:rsidR="00865784" w:rsidRDefault="00865784" w:rsidP="00F76077">
      <w:pPr>
        <w:outlineLvl w:val="0"/>
        <w:rPr>
          <w:rFonts w:ascii="Arial" w:hAnsi="Arial" w:cs="Arial"/>
          <w:b w:val="0"/>
          <w:sz w:val="22"/>
          <w:szCs w:val="22"/>
          <w:lang w:val="sr-Cyrl-BA"/>
        </w:rPr>
      </w:pPr>
    </w:p>
    <w:p w14:paraId="41935EB4" w14:textId="77777777" w:rsidR="00865784" w:rsidRPr="00672D37" w:rsidRDefault="00865784" w:rsidP="00F76077">
      <w:pPr>
        <w:outlineLvl w:val="0"/>
        <w:rPr>
          <w:rFonts w:ascii="Arial" w:hAnsi="Arial" w:cs="Arial"/>
          <w:b w:val="0"/>
          <w:sz w:val="22"/>
          <w:szCs w:val="22"/>
          <w:lang w:val="sr-Cyrl-BA"/>
        </w:rPr>
      </w:pPr>
    </w:p>
    <w:p w14:paraId="66F20A40" w14:textId="3586058F" w:rsidR="00F76077" w:rsidRPr="00672D37" w:rsidRDefault="00F76077" w:rsidP="00F76077">
      <w:pPr>
        <w:outlineLvl w:val="0"/>
        <w:rPr>
          <w:rFonts w:ascii="Arial" w:hAnsi="Arial" w:cs="Arial"/>
          <w:b w:val="0"/>
          <w:sz w:val="22"/>
          <w:szCs w:val="22"/>
          <w:lang w:val="sr-Cyrl-BA"/>
        </w:rPr>
      </w:pPr>
      <w:r w:rsidRPr="00672D37">
        <w:rPr>
          <w:rFonts w:ascii="Arial" w:hAnsi="Arial" w:cs="Arial"/>
          <w:sz w:val="22"/>
          <w:szCs w:val="22"/>
          <w:lang w:val="sr-Cyrl-BA"/>
        </w:rPr>
        <w:t>ПРЕДМЕТ:</w:t>
      </w:r>
      <w:r w:rsidRPr="00672D37">
        <w:rPr>
          <w:rFonts w:ascii="Arial" w:hAnsi="Arial" w:cs="Arial"/>
          <w:b w:val="0"/>
          <w:sz w:val="22"/>
          <w:szCs w:val="22"/>
          <w:lang w:val="sr-Cyrl-BA"/>
        </w:rPr>
        <w:t xml:space="preserve"> </w:t>
      </w:r>
      <w:r w:rsidR="00246877">
        <w:rPr>
          <w:rFonts w:ascii="Arial" w:hAnsi="Arial" w:cs="Arial"/>
          <w:b w:val="0"/>
          <w:sz w:val="22"/>
          <w:szCs w:val="22"/>
          <w:lang w:val="sr-Cyrl-RS"/>
        </w:rPr>
        <w:t xml:space="preserve">Одговор на </w:t>
      </w:r>
      <w:r w:rsidR="00900B7E">
        <w:rPr>
          <w:rFonts w:ascii="Arial" w:hAnsi="Arial" w:cs="Arial"/>
          <w:b w:val="0"/>
          <w:sz w:val="22"/>
          <w:szCs w:val="22"/>
          <w:lang w:val="sr-Cyrl-RS"/>
        </w:rPr>
        <w:t xml:space="preserve">одборничко </w:t>
      </w:r>
      <w:r w:rsidR="00246877">
        <w:rPr>
          <w:rFonts w:ascii="Arial" w:hAnsi="Arial" w:cs="Arial"/>
          <w:b w:val="0"/>
          <w:sz w:val="22"/>
          <w:szCs w:val="22"/>
          <w:lang w:val="sr-Cyrl-RS"/>
        </w:rPr>
        <w:t xml:space="preserve">питање  </w:t>
      </w:r>
      <w:r w:rsidR="00327A5A" w:rsidRPr="00672D37">
        <w:rPr>
          <w:rFonts w:ascii="Arial" w:hAnsi="Arial" w:cs="Arial"/>
          <w:b w:val="0"/>
          <w:sz w:val="22"/>
          <w:szCs w:val="22"/>
          <w:lang w:val="sr-Cyrl-BA"/>
        </w:rPr>
        <w:t xml:space="preserve"> </w:t>
      </w:r>
      <w:r w:rsidR="00D0220C">
        <w:rPr>
          <w:rFonts w:ascii="Arial" w:hAnsi="Arial" w:cs="Arial"/>
          <w:b w:val="0"/>
          <w:sz w:val="22"/>
          <w:szCs w:val="22"/>
          <w:lang w:val="sr-Cyrl-BA"/>
        </w:rPr>
        <w:t>-</w:t>
      </w:r>
      <w:r w:rsidR="00327A5A" w:rsidRPr="00672D37">
        <w:rPr>
          <w:rFonts w:ascii="Arial" w:hAnsi="Arial" w:cs="Arial"/>
          <w:b w:val="0"/>
          <w:sz w:val="22"/>
          <w:szCs w:val="22"/>
          <w:lang w:val="sr-Cyrl-BA"/>
        </w:rPr>
        <w:t xml:space="preserve"> доставља се,</w:t>
      </w:r>
    </w:p>
    <w:p w14:paraId="6E801C87" w14:textId="6A3A79E7" w:rsidR="00327A5A" w:rsidRDefault="00327A5A" w:rsidP="00F76077">
      <w:pPr>
        <w:outlineLvl w:val="0"/>
        <w:rPr>
          <w:rFonts w:ascii="Arial" w:hAnsi="Arial" w:cs="Arial"/>
          <w:b w:val="0"/>
          <w:sz w:val="22"/>
          <w:szCs w:val="22"/>
          <w:lang w:val="sr-Cyrl-BA"/>
        </w:rPr>
      </w:pPr>
    </w:p>
    <w:p w14:paraId="606391FF" w14:textId="77777777" w:rsidR="00865784" w:rsidRPr="00672D37" w:rsidRDefault="00865784" w:rsidP="00F76077">
      <w:pPr>
        <w:outlineLvl w:val="0"/>
        <w:rPr>
          <w:rFonts w:ascii="Arial" w:hAnsi="Arial" w:cs="Arial"/>
          <w:b w:val="0"/>
          <w:sz w:val="22"/>
          <w:szCs w:val="22"/>
          <w:lang w:val="sr-Cyrl-BA"/>
        </w:rPr>
      </w:pPr>
    </w:p>
    <w:p w14:paraId="03ADF129" w14:textId="61FE7DA1" w:rsidR="005737BB" w:rsidRPr="00B35B06" w:rsidRDefault="005737BB" w:rsidP="005737BB">
      <w:pPr>
        <w:pStyle w:val="BodyText"/>
        <w:spacing w:line="247" w:lineRule="auto"/>
        <w:ind w:right="-1"/>
        <w:jc w:val="both"/>
        <w:rPr>
          <w:w w:val="105"/>
          <w:sz w:val="22"/>
          <w:szCs w:val="22"/>
        </w:rPr>
      </w:pPr>
      <w:r w:rsidRPr="00226DF4">
        <w:rPr>
          <w:bCs/>
          <w:w w:val="105"/>
          <w:sz w:val="22"/>
          <w:szCs w:val="22"/>
          <w:lang w:val="sr-Cyrl-CS"/>
        </w:rPr>
        <w:t xml:space="preserve">На </w:t>
      </w:r>
      <w:r w:rsidR="00865784">
        <w:rPr>
          <w:bCs/>
          <w:w w:val="105"/>
          <w:sz w:val="22"/>
          <w:szCs w:val="22"/>
          <w:lang w:val="sr-Latn-RS"/>
        </w:rPr>
        <w:t>11</w:t>
      </w:r>
      <w:r w:rsidRPr="00226DF4">
        <w:rPr>
          <w:bCs/>
          <w:w w:val="105"/>
          <w:sz w:val="22"/>
          <w:szCs w:val="22"/>
          <w:lang w:val="sr-Cyrl-CS"/>
        </w:rPr>
        <w:t xml:space="preserve">. редовној сједници Скупштине града Градишка </w:t>
      </w:r>
      <w:r>
        <w:rPr>
          <w:bCs/>
          <w:w w:val="105"/>
          <w:sz w:val="22"/>
          <w:szCs w:val="22"/>
          <w:lang w:val="sr-Cyrl-CS"/>
        </w:rPr>
        <w:t>одржан</w:t>
      </w:r>
      <w:r>
        <w:rPr>
          <w:bCs/>
          <w:w w:val="105"/>
          <w:sz w:val="22"/>
          <w:szCs w:val="22"/>
          <w:lang w:val="sr-Latn-RS"/>
        </w:rPr>
        <w:t>oj</w:t>
      </w:r>
      <w:r>
        <w:rPr>
          <w:bCs/>
          <w:w w:val="105"/>
          <w:sz w:val="22"/>
          <w:szCs w:val="22"/>
          <w:lang w:val="sr-Cyrl-CS"/>
        </w:rPr>
        <w:t xml:space="preserve"> дана </w:t>
      </w:r>
      <w:r w:rsidR="00865784">
        <w:rPr>
          <w:bCs/>
          <w:w w:val="105"/>
          <w:sz w:val="22"/>
          <w:szCs w:val="22"/>
          <w:lang w:val="sr-Latn-RS"/>
        </w:rPr>
        <w:t>24</w:t>
      </w:r>
      <w:r>
        <w:rPr>
          <w:bCs/>
          <w:w w:val="105"/>
          <w:sz w:val="22"/>
          <w:szCs w:val="22"/>
          <w:lang w:val="sr-Cyrl-CS"/>
        </w:rPr>
        <w:t>.</w:t>
      </w:r>
      <w:r w:rsidR="00865784">
        <w:rPr>
          <w:bCs/>
          <w:w w:val="105"/>
          <w:sz w:val="22"/>
          <w:szCs w:val="22"/>
          <w:lang w:val="sr-Latn-RS"/>
        </w:rPr>
        <w:t>12</w:t>
      </w:r>
      <w:r>
        <w:rPr>
          <w:bCs/>
          <w:w w:val="105"/>
          <w:sz w:val="22"/>
          <w:szCs w:val="22"/>
          <w:lang w:val="sr-Cyrl-CS"/>
        </w:rPr>
        <w:t>.202</w:t>
      </w:r>
      <w:r w:rsidR="00246877">
        <w:rPr>
          <w:bCs/>
          <w:w w:val="105"/>
          <w:sz w:val="22"/>
          <w:szCs w:val="22"/>
          <w:lang w:val="sr-Latn-RS"/>
        </w:rPr>
        <w:t>5</w:t>
      </w:r>
      <w:r>
        <w:rPr>
          <w:bCs/>
          <w:w w:val="105"/>
          <w:sz w:val="22"/>
          <w:szCs w:val="22"/>
          <w:lang w:val="sr-Cyrl-CS"/>
        </w:rPr>
        <w:t xml:space="preserve">. године </w:t>
      </w:r>
      <w:r>
        <w:rPr>
          <w:bCs/>
          <w:w w:val="105"/>
          <w:sz w:val="22"/>
          <w:szCs w:val="22"/>
          <w:lang w:val="sr-Cyrl-RS"/>
        </w:rPr>
        <w:t>одборни</w:t>
      </w:r>
      <w:r w:rsidR="00865784">
        <w:rPr>
          <w:bCs/>
          <w:w w:val="105"/>
          <w:sz w:val="22"/>
          <w:szCs w:val="22"/>
          <w:lang w:val="sr-Cyrl-RS"/>
        </w:rPr>
        <w:t>ца</w:t>
      </w:r>
      <w:r>
        <w:rPr>
          <w:bCs/>
          <w:w w:val="105"/>
          <w:sz w:val="22"/>
          <w:szCs w:val="22"/>
          <w:lang w:val="sr-Cyrl-RS"/>
        </w:rPr>
        <w:t xml:space="preserve"> </w:t>
      </w:r>
      <w:r w:rsidR="00865784">
        <w:rPr>
          <w:b/>
          <w:w w:val="105"/>
          <w:sz w:val="22"/>
          <w:szCs w:val="22"/>
          <w:lang w:val="sr-Cyrl-RS"/>
        </w:rPr>
        <w:t>Назима Алиш</w:t>
      </w:r>
      <w:r w:rsidR="00900B7E">
        <w:rPr>
          <w:b/>
          <w:w w:val="105"/>
          <w:sz w:val="22"/>
          <w:szCs w:val="22"/>
          <w:lang w:val="sr-Cyrl-RS"/>
        </w:rPr>
        <w:t>ић</w:t>
      </w:r>
      <w:r>
        <w:rPr>
          <w:bCs/>
          <w:w w:val="105"/>
          <w:sz w:val="22"/>
          <w:szCs w:val="22"/>
          <w:lang w:val="sr-Cyrl-RS"/>
        </w:rPr>
        <w:t xml:space="preserve"> постави</w:t>
      </w:r>
      <w:r w:rsidR="00865784">
        <w:rPr>
          <w:bCs/>
          <w:w w:val="105"/>
          <w:sz w:val="22"/>
          <w:szCs w:val="22"/>
          <w:lang w:val="sr-Cyrl-RS"/>
        </w:rPr>
        <w:t>ла</w:t>
      </w:r>
      <w:r>
        <w:rPr>
          <w:bCs/>
          <w:w w:val="105"/>
          <w:sz w:val="22"/>
          <w:szCs w:val="22"/>
          <w:lang w:val="sr-Cyrl-RS"/>
        </w:rPr>
        <w:t xml:space="preserve"> је сљедеће</w:t>
      </w:r>
      <w:r w:rsidRPr="00B35B06">
        <w:rPr>
          <w:bCs/>
          <w:w w:val="105"/>
          <w:sz w:val="22"/>
          <w:szCs w:val="22"/>
          <w:lang w:val="sr-Cyrl-RS"/>
        </w:rPr>
        <w:t xml:space="preserve"> питање </w:t>
      </w:r>
      <w:r>
        <w:rPr>
          <w:bCs/>
          <w:w w:val="105"/>
          <w:sz w:val="22"/>
          <w:szCs w:val="22"/>
          <w:lang w:val="sr-Cyrl-RS"/>
        </w:rPr>
        <w:t>:</w:t>
      </w:r>
    </w:p>
    <w:p w14:paraId="0F63DDDD" w14:textId="234D6978" w:rsidR="00F66653" w:rsidRDefault="00F66653" w:rsidP="00F66653">
      <w:pPr>
        <w:jc w:val="both"/>
        <w:rPr>
          <w:rFonts w:ascii="Arial" w:hAnsi="Arial" w:cs="Arial"/>
          <w:b w:val="0"/>
          <w:sz w:val="22"/>
          <w:szCs w:val="22"/>
          <w:u w:val="single"/>
          <w:lang w:val="sr-Cyrl-CS"/>
        </w:rPr>
      </w:pPr>
    </w:p>
    <w:p w14:paraId="1D767EC7" w14:textId="77777777" w:rsidR="00F71E0D" w:rsidRPr="00F71E0D" w:rsidRDefault="00F71E0D" w:rsidP="00F71E0D">
      <w:pPr>
        <w:pStyle w:val="ListParagraph"/>
        <w:suppressAutoHyphens/>
        <w:spacing w:line="247" w:lineRule="auto"/>
        <w:ind w:left="0" w:right="547"/>
        <w:jc w:val="both"/>
        <w:rPr>
          <w:rFonts w:ascii="Arial" w:hAnsi="Arial" w:cs="Arial"/>
          <w:sz w:val="22"/>
          <w:szCs w:val="22"/>
          <w:lang w:val="sr-Cyrl-BA"/>
        </w:rPr>
      </w:pPr>
      <w:bookmarkStart w:id="0" w:name="_Hlk202775079"/>
      <w:r w:rsidRPr="00F71E0D">
        <w:rPr>
          <w:rFonts w:ascii="Arial" w:hAnsi="Arial" w:cs="Arial"/>
          <w:bCs/>
          <w:sz w:val="22"/>
          <w:szCs w:val="22"/>
          <w:lang w:val="sr-Cyrl-CS"/>
        </w:rPr>
        <w:t>1. „</w:t>
      </w:r>
      <w:r w:rsidRPr="00F71E0D">
        <w:rPr>
          <w:rFonts w:ascii="Arial" w:hAnsi="Arial" w:cs="Arial"/>
          <w:sz w:val="22"/>
          <w:szCs w:val="22"/>
          <w:lang w:val="sr-Cyrl-BA"/>
        </w:rPr>
        <w:t>Да ли постоји план да се у наредним буџетским или развојним плановима Града предвиде средства за уређење и обнову Дома културе у Дубравама као и план за редовно одржавање и кошење дворишта?</w:t>
      </w:r>
      <w:r w:rsidRPr="00F71E0D">
        <w:rPr>
          <w:rFonts w:ascii="Arial" w:hAnsi="Arial" w:cs="Arial"/>
          <w:bCs/>
          <w:sz w:val="22"/>
          <w:szCs w:val="22"/>
          <w:lang w:val="sr-Cyrl-CS"/>
        </w:rPr>
        <w:t xml:space="preserve">“ </w:t>
      </w:r>
    </w:p>
    <w:bookmarkEnd w:id="0"/>
    <w:p w14:paraId="1CAB9EDD" w14:textId="77777777" w:rsidR="00865784" w:rsidRDefault="00865784" w:rsidP="00865784">
      <w:pPr>
        <w:autoSpaceDE w:val="0"/>
        <w:autoSpaceDN w:val="0"/>
        <w:adjustRightInd w:val="0"/>
        <w:spacing w:line="240" w:lineRule="atLeast"/>
        <w:jc w:val="center"/>
        <w:rPr>
          <w:rFonts w:ascii="Arial" w:eastAsia="Times New Roman" w:hAnsi="Arial" w:cs="Arial"/>
          <w:b w:val="0"/>
          <w:bCs w:val="0"/>
          <w:color w:val="000000"/>
          <w:kern w:val="0"/>
          <w:lang w:val="sr-Cyrl-RS" w:eastAsia="en-GB"/>
        </w:rPr>
      </w:pPr>
    </w:p>
    <w:p w14:paraId="590408D3" w14:textId="22DF210F" w:rsidR="00327A5A" w:rsidRPr="00F66653" w:rsidRDefault="005737BB" w:rsidP="00327A5A">
      <w:pPr>
        <w:jc w:val="both"/>
        <w:rPr>
          <w:rFonts w:ascii="Arial" w:hAnsi="Arial" w:cs="Arial"/>
          <w:b w:val="0"/>
          <w:bCs w:val="0"/>
          <w:sz w:val="22"/>
          <w:szCs w:val="22"/>
          <w:lang w:val="sr-Cyrl-BA"/>
        </w:rPr>
      </w:pPr>
      <w:r w:rsidRPr="00F66653">
        <w:rPr>
          <w:rFonts w:ascii="Arial" w:hAnsi="Arial" w:cs="Arial"/>
          <w:b w:val="0"/>
          <w:bCs w:val="0"/>
          <w:sz w:val="22"/>
          <w:szCs w:val="22"/>
          <w:lang w:val="sr-Cyrl-BA"/>
        </w:rPr>
        <w:t>На постављено одборничко питање даје се сљедећи</w:t>
      </w:r>
      <w:r w:rsidR="00327A5A" w:rsidRPr="00F66653">
        <w:rPr>
          <w:rFonts w:ascii="Arial" w:hAnsi="Arial" w:cs="Arial"/>
          <w:b w:val="0"/>
          <w:bCs w:val="0"/>
          <w:sz w:val="22"/>
          <w:szCs w:val="22"/>
          <w:lang w:val="sr-Cyrl-BA"/>
        </w:rPr>
        <w:t>:</w:t>
      </w:r>
    </w:p>
    <w:p w14:paraId="0AD35D7F" w14:textId="77777777" w:rsidR="00327A5A" w:rsidRPr="00672D37" w:rsidRDefault="00327A5A" w:rsidP="00327A5A">
      <w:pPr>
        <w:jc w:val="both"/>
        <w:rPr>
          <w:rFonts w:ascii="Arial" w:hAnsi="Arial" w:cs="Arial"/>
          <w:sz w:val="22"/>
          <w:szCs w:val="22"/>
          <w:lang w:val="sr-Cyrl-BA"/>
        </w:rPr>
      </w:pPr>
    </w:p>
    <w:p w14:paraId="69B6989E" w14:textId="65AD7426" w:rsidR="00327A5A" w:rsidRDefault="00327A5A" w:rsidP="00327A5A">
      <w:pPr>
        <w:jc w:val="both"/>
        <w:rPr>
          <w:rFonts w:ascii="Arial" w:hAnsi="Arial" w:cs="Arial"/>
          <w:sz w:val="22"/>
          <w:szCs w:val="22"/>
          <w:lang w:val="sr-Cyrl-BA"/>
        </w:rPr>
      </w:pPr>
      <w:r w:rsidRPr="00672D37">
        <w:rPr>
          <w:rFonts w:ascii="Arial" w:hAnsi="Arial" w:cs="Arial"/>
          <w:sz w:val="22"/>
          <w:szCs w:val="22"/>
          <w:lang w:val="sr-Cyrl-BA"/>
        </w:rPr>
        <w:t xml:space="preserve">                                                             О Д Г О В О Р </w:t>
      </w:r>
    </w:p>
    <w:p w14:paraId="1C24E026" w14:textId="4DB7C248" w:rsidR="0014156F" w:rsidRDefault="0014156F" w:rsidP="00327A5A">
      <w:pPr>
        <w:jc w:val="both"/>
        <w:rPr>
          <w:rFonts w:ascii="Arial" w:hAnsi="Arial" w:cs="Arial"/>
          <w:sz w:val="22"/>
          <w:szCs w:val="22"/>
          <w:lang w:val="sr-Cyrl-BA"/>
        </w:rPr>
      </w:pPr>
    </w:p>
    <w:p w14:paraId="0C55FF3A" w14:textId="77777777" w:rsidR="00F71E0D" w:rsidRPr="00F71E0D" w:rsidRDefault="00F71E0D" w:rsidP="00F71E0D">
      <w:pPr>
        <w:ind w:right="547"/>
        <w:jc w:val="both"/>
        <w:rPr>
          <w:rFonts w:ascii="Arial" w:hAnsi="Arial" w:cs="Arial"/>
          <w:b w:val="0"/>
          <w:bCs w:val="0"/>
          <w:sz w:val="22"/>
          <w:szCs w:val="22"/>
          <w:lang w:val="sr-Cyrl-CS"/>
        </w:rPr>
      </w:pPr>
      <w:r w:rsidRPr="00F71E0D">
        <w:rPr>
          <w:rFonts w:ascii="Arial" w:hAnsi="Arial" w:cs="Arial"/>
          <w:b w:val="0"/>
          <w:bCs w:val="0"/>
          <w:sz w:val="22"/>
          <w:szCs w:val="22"/>
          <w:lang w:val="sr-Cyrl-CS"/>
        </w:rPr>
        <w:t xml:space="preserve">Градска управа у континуитету протеклих година ради на изради техничке докуметације и извођењу радова на хитним интервенцијама поправки дијелова друштвених домова, комплетним санацијама или изградњи потпуно нових објеката друштвених домова, а све у складу са усвојеним стратегијама и плановима рада градоначелника и Градске управе. У току 2026. године нису планирана средства за обнову Дома културе у МЗ Дубраве. Сваке године Град у сарадњи са КП „Градска чистоћа“ Градишка редовно одржава зелене површине око друштвених домова па тако и у МЗ Дубраве у складу са динамичким плановима рада комуналног предузећа, а и радним налозима од стране ресорног одјељења. </w:t>
      </w:r>
    </w:p>
    <w:p w14:paraId="5A2D1123" w14:textId="77777777" w:rsidR="00F71E0D" w:rsidRDefault="00F71E0D" w:rsidP="00F71E0D">
      <w:pPr>
        <w:ind w:left="806" w:right="547"/>
        <w:jc w:val="both"/>
        <w:rPr>
          <w:bCs w:val="0"/>
          <w:lang w:val="sr-Cyrl-CS"/>
        </w:rPr>
      </w:pPr>
    </w:p>
    <w:p w14:paraId="2F6166E8" w14:textId="77777777" w:rsidR="00865784" w:rsidRDefault="00865784" w:rsidP="00865784">
      <w:pPr>
        <w:autoSpaceDE w:val="0"/>
        <w:autoSpaceDN w:val="0"/>
        <w:adjustRightInd w:val="0"/>
        <w:spacing w:line="240" w:lineRule="atLeast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lang w:val="sr-Cyrl-RS" w:eastAsia="en-GB"/>
        </w:rPr>
      </w:pPr>
    </w:p>
    <w:p w14:paraId="1DA53201" w14:textId="3639C619" w:rsidR="0014156F" w:rsidRDefault="0014156F" w:rsidP="00327A5A">
      <w:pPr>
        <w:jc w:val="both"/>
        <w:rPr>
          <w:rFonts w:ascii="Arial" w:hAnsi="Arial" w:cs="Arial"/>
          <w:sz w:val="22"/>
          <w:szCs w:val="22"/>
          <w:lang w:val="sr-Cyrl-BA"/>
        </w:rPr>
      </w:pPr>
    </w:p>
    <w:p w14:paraId="4DAA7F48" w14:textId="026CA997" w:rsidR="00EE2112" w:rsidRPr="00246877" w:rsidRDefault="00EE2112" w:rsidP="00EE2112">
      <w:pPr>
        <w:spacing w:line="276" w:lineRule="auto"/>
        <w:jc w:val="both"/>
        <w:rPr>
          <w:rFonts w:ascii="Arial" w:hAnsi="Arial" w:cs="Arial"/>
          <w:b w:val="0"/>
          <w:bCs w:val="0"/>
          <w:sz w:val="22"/>
          <w:szCs w:val="22"/>
          <w:lang w:val="sr-Cyrl-BA"/>
        </w:rPr>
      </w:pPr>
      <w:r w:rsidRPr="00246877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                                                                                            </w:t>
      </w:r>
      <w:r w:rsidR="00246877" w:rsidRPr="00246877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 </w:t>
      </w:r>
      <w:r w:rsidRPr="00246877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ГРАДОНАЧЕЛНИК</w:t>
      </w:r>
    </w:p>
    <w:p w14:paraId="20E1D2C3" w14:textId="77777777" w:rsidR="00EE2112" w:rsidRPr="00246877" w:rsidRDefault="00EE2112" w:rsidP="00EE2112">
      <w:pPr>
        <w:spacing w:line="276" w:lineRule="auto"/>
        <w:jc w:val="both"/>
        <w:rPr>
          <w:rFonts w:ascii="Arial" w:hAnsi="Arial" w:cs="Arial"/>
          <w:b w:val="0"/>
          <w:bCs w:val="0"/>
          <w:sz w:val="22"/>
          <w:szCs w:val="22"/>
          <w:lang w:val="sr-Cyrl-BA"/>
        </w:rPr>
      </w:pPr>
      <w:r w:rsidRPr="00246877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                                                                                             </w:t>
      </w:r>
    </w:p>
    <w:p w14:paraId="125F4202" w14:textId="77777777" w:rsidR="009426DD" w:rsidRPr="00246877" w:rsidRDefault="00EE2112" w:rsidP="00EE2112">
      <w:pPr>
        <w:spacing w:line="276" w:lineRule="auto"/>
        <w:ind w:left="5760"/>
        <w:jc w:val="both"/>
        <w:rPr>
          <w:rFonts w:ascii="Arial" w:hAnsi="Arial" w:cs="Arial"/>
          <w:b w:val="0"/>
          <w:bCs w:val="0"/>
          <w:sz w:val="22"/>
          <w:szCs w:val="22"/>
          <w:lang w:val="sr-Cyrl-BA"/>
        </w:rPr>
      </w:pPr>
      <w:r w:rsidRPr="00246877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        </w:t>
      </w:r>
      <w:r w:rsidR="00672D37" w:rsidRPr="00246877">
        <w:rPr>
          <w:rFonts w:ascii="Arial" w:hAnsi="Arial" w:cs="Arial"/>
          <w:b w:val="0"/>
          <w:bCs w:val="0"/>
          <w:sz w:val="22"/>
          <w:szCs w:val="22"/>
          <w:lang w:val="sr-Cyrl-BA"/>
        </w:rPr>
        <w:t>Зоран Aџић</w:t>
      </w:r>
    </w:p>
    <w:sectPr w:rsidR="009426DD" w:rsidRPr="00246877" w:rsidSect="006858F9">
      <w:footerReference w:type="default" r:id="rId8"/>
      <w:headerReference w:type="first" r:id="rId9"/>
      <w:footerReference w:type="first" r:id="rId10"/>
      <w:pgSz w:w="11907" w:h="16839" w:code="9"/>
      <w:pgMar w:top="1134" w:right="1418" w:bottom="1134" w:left="1418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9E94A" w14:textId="77777777" w:rsidR="00467306" w:rsidRDefault="00467306" w:rsidP="00F76077">
      <w:r>
        <w:separator/>
      </w:r>
    </w:p>
  </w:endnote>
  <w:endnote w:type="continuationSeparator" w:id="0">
    <w:p w14:paraId="2330D86D" w14:textId="77777777" w:rsidR="00467306" w:rsidRDefault="00467306" w:rsidP="00F7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C4C8C" w14:textId="6EEBCC1F" w:rsidR="00F76077" w:rsidRPr="0009466A" w:rsidRDefault="00D0220C" w:rsidP="0009466A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4A81951F" wp14:editId="11185E71">
              <wp:simplePos x="0" y="0"/>
              <wp:positionH relativeFrom="column">
                <wp:posOffset>-26035</wp:posOffset>
              </wp:positionH>
              <wp:positionV relativeFrom="paragraph">
                <wp:posOffset>-66676</wp:posOffset>
              </wp:positionV>
              <wp:extent cx="6383655" cy="0"/>
              <wp:effectExtent l="0" t="0" r="0" b="0"/>
              <wp:wrapNone/>
              <wp:docPr id="5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36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412074" id="Line 1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05pt,-5.25pt" to="500.6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" strokeweight=".5pt"/>
          </w:pict>
        </mc:Fallback>
      </mc:AlternateContent>
    </w:r>
    <w:r w:rsidR="00CC7C1C" w:rsidRPr="0009466A">
      <w:rPr>
        <w:b w:val="0"/>
        <w:i/>
        <w:sz w:val="18"/>
        <w:szCs w:val="18"/>
        <w:lang w:val="sr-Cyrl-BA"/>
      </w:rPr>
      <w:fldChar w:fldCharType="begin"/>
    </w:r>
    <w:r w:rsidR="0009466A" w:rsidRPr="0009466A">
      <w:rPr>
        <w:b w:val="0"/>
        <w:i/>
        <w:sz w:val="18"/>
        <w:szCs w:val="18"/>
        <w:lang w:val="sr-Cyrl-BA"/>
      </w:rPr>
      <w:instrText xml:space="preserve"> PAGE   \* MERGEFORMAT </w:instrText>
    </w:r>
    <w:r w:rsidR="00CC7C1C" w:rsidRPr="0009466A">
      <w:rPr>
        <w:b w:val="0"/>
        <w:i/>
        <w:sz w:val="18"/>
        <w:szCs w:val="18"/>
        <w:lang w:val="sr-Cyrl-BA"/>
      </w:rPr>
      <w:fldChar w:fldCharType="separate"/>
    </w:r>
    <w:r w:rsidR="00EE2112">
      <w:rPr>
        <w:b w:val="0"/>
        <w:i/>
        <w:noProof/>
        <w:sz w:val="18"/>
        <w:szCs w:val="18"/>
        <w:lang w:val="sr-Cyrl-BA"/>
      </w:rPr>
      <w:t>2</w:t>
    </w:r>
    <w:r w:rsidR="00CC7C1C" w:rsidRPr="0009466A">
      <w:rPr>
        <w:b w:val="0"/>
        <w:i/>
        <w:sz w:val="18"/>
        <w:szCs w:val="18"/>
        <w:lang w:val="sr-Cyrl-BA"/>
      </w:rPr>
      <w:fldChar w:fldCharType="end"/>
    </w:r>
    <w:r w:rsidR="0009466A" w:rsidRPr="00757ADF">
      <w:rPr>
        <w:b w:val="0"/>
        <w:i/>
        <w:sz w:val="18"/>
        <w:szCs w:val="18"/>
        <w:lang w:val="sr-Cyrl-BA"/>
      </w:rPr>
      <w:t>/</w:t>
    </w:r>
    <w:fldSimple w:instr=" NUMPAGES   \* MERGEFORMAT ">
      <w:r w:rsidR="00EE2112">
        <w:rPr>
          <w:b w:val="0"/>
          <w:i/>
          <w:noProof/>
          <w:sz w:val="18"/>
          <w:szCs w:val="18"/>
          <w:lang w:val="sr-Cyrl-BA"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3070B" w14:textId="733122B6" w:rsidR="00F76077" w:rsidRPr="0009466A" w:rsidRDefault="00D0220C" w:rsidP="00F76077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32C92E4A" wp14:editId="04BA1E82">
              <wp:simplePos x="0" y="0"/>
              <wp:positionH relativeFrom="column">
                <wp:posOffset>-368300</wp:posOffset>
              </wp:positionH>
              <wp:positionV relativeFrom="paragraph">
                <wp:posOffset>-109221</wp:posOffset>
              </wp:positionV>
              <wp:extent cx="639826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826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FFCD57" id="Line 2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pt,-8.6pt" to="474.8pt,-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" strokeweight=".5pt"/>
          </w:pict>
        </mc:Fallback>
      </mc:AlternateContent>
    </w:r>
    <w:r w:rsidR="00F76077" w:rsidRPr="00757ADF">
      <w:rPr>
        <w:b w:val="0"/>
        <w:i/>
        <w:sz w:val="18"/>
        <w:szCs w:val="18"/>
        <w:lang w:val="sr-Cyrl-BA"/>
      </w:rPr>
      <w:t xml:space="preserve"> 1/</w:t>
    </w:r>
    <w:fldSimple w:instr=" NUMPAGES   \* MERGEFORMAT ">
      <w:r w:rsidR="00EE2112">
        <w:rPr>
          <w:b w:val="0"/>
          <w:i/>
          <w:noProof/>
          <w:sz w:val="18"/>
          <w:szCs w:val="18"/>
          <w:lang w:val="sr-Cyrl-BA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3FEEC" w14:textId="77777777" w:rsidR="00467306" w:rsidRDefault="00467306" w:rsidP="00F76077">
      <w:r>
        <w:separator/>
      </w:r>
    </w:p>
  </w:footnote>
  <w:footnote w:type="continuationSeparator" w:id="0">
    <w:p w14:paraId="27BC72E4" w14:textId="77777777" w:rsidR="00467306" w:rsidRDefault="00467306" w:rsidP="00F76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41359" w14:textId="0085EE22" w:rsidR="00FB1893" w:rsidRDefault="00D0220C" w:rsidP="006858F9">
    <w:pPr>
      <w:pStyle w:val="Header"/>
      <w:tabs>
        <w:tab w:val="clear" w:pos="9406"/>
      </w:tabs>
      <w:ind w:right="-1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8429250" wp14:editId="3B7E8A21">
              <wp:simplePos x="0" y="0"/>
              <wp:positionH relativeFrom="column">
                <wp:posOffset>1165860</wp:posOffset>
              </wp:positionH>
              <wp:positionV relativeFrom="paragraph">
                <wp:posOffset>559434</wp:posOffset>
              </wp:positionV>
              <wp:extent cx="4864100" cy="0"/>
              <wp:effectExtent l="0" t="0" r="0" b="0"/>
              <wp:wrapNone/>
              <wp:docPr id="4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641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A0A96D" id="Line 10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1.8pt,44.05pt" to="474.8pt,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F3EEE9" wp14:editId="74D28388">
              <wp:simplePos x="0" y="0"/>
              <wp:positionH relativeFrom="column">
                <wp:posOffset>996950</wp:posOffset>
              </wp:positionH>
              <wp:positionV relativeFrom="paragraph">
                <wp:posOffset>572135</wp:posOffset>
              </wp:positionV>
              <wp:extent cx="5033010" cy="574675"/>
              <wp:effectExtent l="0" t="0" r="0" b="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01AE5D" w14:textId="77777777" w:rsidR="00FB1893" w:rsidRPr="00A5430D" w:rsidRDefault="00FB1893" w:rsidP="00EE030C">
                          <w:pPr>
                            <w:jc w:val="center"/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Cyrl-BA"/>
                            </w:rPr>
                          </w:pPr>
                          <w:r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>Улица Видовданска 1а</w:t>
                          </w:r>
                          <w:r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  <w:t xml:space="preserve">, </w:t>
                          </w:r>
                          <w:r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>78</w:t>
                          </w:r>
                          <w:r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  <w:t>4</w:t>
                          </w:r>
                          <w:r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>00 Градишка</w:t>
                          </w:r>
                          <w:r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  <w:t xml:space="preserve">, </w:t>
                          </w:r>
                          <w:r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>Република Српска</w:t>
                          </w:r>
                          <w:r w:rsidR="00A5430D"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  <w:t xml:space="preserve"> </w:t>
                          </w:r>
                          <w:r w:rsidR="00A5430D" w:rsidRPr="00A5430D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br/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Cyrl-BA"/>
                            </w:rPr>
                            <w:t>Тел.:</w:t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 xml:space="preserve"> </w:t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 xml:space="preserve"> ++ 387 51 810-353, </w:t>
                          </w:r>
                          <w:r w:rsidR="00A5430D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Cyrl-BA"/>
                            </w:rPr>
                            <w:t>Факс.:</w:t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 xml:space="preserve"> ++387 51 814 689, </w:t>
                          </w:r>
                          <w:r w:rsidR="00A5430D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Cyrl-BA"/>
                            </w:rPr>
                            <w:br/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>E</w:t>
                          </w:r>
                          <w:r w:rsidR="00E06595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>-mail: gradonacelnik@grad</w:t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 xml:space="preserve">gradiska.com, </w:t>
                          </w:r>
                          <w:r w:rsidR="00A5430D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Cyrl-BA"/>
                            </w:rPr>
                            <w:t xml:space="preserve">Веб сајт: </w:t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>www.</w:t>
                          </w:r>
                          <w:r w:rsidR="00E06595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>grad</w:t>
                          </w:r>
                          <w:r w:rsidR="002F3C78" w:rsidRPr="00A5430D">
                            <w:rPr>
                              <w:rFonts w:ascii="Arial" w:hAnsi="Arial" w:cs="Arial"/>
                              <w:b w:val="0"/>
                              <w:noProof/>
                              <w:sz w:val="16"/>
                              <w:szCs w:val="16"/>
                              <w:lang w:val="sr-Latn-CS"/>
                            </w:rPr>
                            <w:t>gradiska.com</w:t>
                          </w:r>
                        </w:p>
                        <w:p w14:paraId="3A8B0BB0" w14:textId="77777777" w:rsidR="00A5430D" w:rsidRPr="00A5430D" w:rsidRDefault="00A5430D" w:rsidP="00EE030C">
                          <w:pPr>
                            <w:jc w:val="center"/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F3EEE9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78.5pt;margin-top:45.05pt;width:396.3pt;height: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" filled="f" stroked="f">
              <v:textbox>
                <w:txbxContent>
                  <w:p w14:paraId="6B01AE5D" w14:textId="77777777" w:rsidR="00FB1893" w:rsidRPr="00A5430D" w:rsidRDefault="00FB1893" w:rsidP="00EE030C">
                    <w:pPr>
                      <w:jc w:val="center"/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Cyrl-BA"/>
                      </w:rPr>
                    </w:pPr>
                    <w:r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>Улица Видовданска 1а</w:t>
                    </w:r>
                    <w:r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  <w:t xml:space="preserve">, </w:t>
                    </w:r>
                    <w:r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>78</w:t>
                    </w:r>
                    <w:r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  <w:t>4</w:t>
                    </w:r>
                    <w:r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>00 Градишка</w:t>
                    </w:r>
                    <w:r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  <w:t xml:space="preserve">, </w:t>
                    </w:r>
                    <w:r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>Република Српска</w:t>
                    </w:r>
                    <w:r w:rsidR="00A5430D"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  <w:t xml:space="preserve"> </w:t>
                    </w:r>
                    <w:r w:rsidR="00A5430D" w:rsidRPr="00A5430D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br/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Cyrl-BA"/>
                      </w:rPr>
                      <w:t>Тел.:</w:t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 xml:space="preserve"> </w:t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 xml:space="preserve"> ++ 387 51 810-353, </w:t>
                    </w:r>
                    <w:r w:rsidR="00A5430D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Cyrl-BA"/>
                      </w:rPr>
                      <w:t>Факс.:</w:t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 xml:space="preserve"> ++387 51 814 689, </w:t>
                    </w:r>
                    <w:r w:rsidR="00A5430D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Cyrl-BA"/>
                      </w:rPr>
                      <w:br/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>E</w:t>
                    </w:r>
                    <w:r w:rsidR="00E06595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>-mail: gradonacelnik@grad</w:t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 xml:space="preserve">gradiska.com, </w:t>
                    </w:r>
                    <w:r w:rsidR="00A5430D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Cyrl-BA"/>
                      </w:rPr>
                      <w:t xml:space="preserve">Веб сајт: </w:t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>www.</w:t>
                    </w:r>
                    <w:r w:rsidR="00E06595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>grad</w:t>
                    </w:r>
                    <w:r w:rsidR="002F3C78" w:rsidRPr="00A5430D">
                      <w:rPr>
                        <w:rFonts w:ascii="Arial" w:hAnsi="Arial" w:cs="Arial"/>
                        <w:b w:val="0"/>
                        <w:noProof/>
                        <w:sz w:val="16"/>
                        <w:szCs w:val="16"/>
                        <w:lang w:val="sr-Latn-CS"/>
                      </w:rPr>
                      <w:t>gradiska.com</w:t>
                    </w:r>
                  </w:p>
                  <w:p w14:paraId="3A8B0BB0" w14:textId="77777777" w:rsidR="00A5430D" w:rsidRPr="00A5430D" w:rsidRDefault="00A5430D" w:rsidP="00EE030C">
                    <w:pPr>
                      <w:jc w:val="center"/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</w:pPr>
                  </w:p>
                </w:txbxContent>
              </v:textbox>
            </v:shape>
          </w:pict>
        </mc:Fallback>
      </mc:AlternateContent>
    </w:r>
    <w:r w:rsidR="00327A5A">
      <w:rPr>
        <w:noProof/>
      </w:rPr>
      <w:drawing>
        <wp:anchor distT="0" distB="0" distL="114300" distR="114300" simplePos="0" relativeHeight="251657216" behindDoc="0" locked="0" layoutInCell="1" allowOverlap="1" wp14:anchorId="15215769" wp14:editId="3B2306CD">
          <wp:simplePos x="0" y="0"/>
          <wp:positionH relativeFrom="column">
            <wp:posOffset>-281940</wp:posOffset>
          </wp:positionH>
          <wp:positionV relativeFrom="paragraph">
            <wp:posOffset>-264160</wp:posOffset>
          </wp:positionV>
          <wp:extent cx="1228725" cy="1326515"/>
          <wp:effectExtent l="0" t="0" r="0" b="0"/>
          <wp:wrapNone/>
          <wp:docPr id="6" name="Picture 43" descr="color2_grb_kalend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color2_grb_kalend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326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C8AE07" wp14:editId="00FE5D8C">
              <wp:simplePos x="0" y="0"/>
              <wp:positionH relativeFrom="column">
                <wp:posOffset>1076960</wp:posOffset>
              </wp:positionH>
              <wp:positionV relativeFrom="paragraph">
                <wp:posOffset>-111760</wp:posOffset>
              </wp:positionV>
              <wp:extent cx="3173730" cy="804545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3730" cy="804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58F9E6" w14:textId="77777777" w:rsidR="00FB1893" w:rsidRPr="00F76077" w:rsidRDefault="00FB1893" w:rsidP="00FB1893">
                          <w:pPr>
                            <w:spacing w:after="40"/>
                            <w:rPr>
                              <w:rFonts w:ascii="Arial" w:hAnsi="Arial" w:cs="Arial"/>
                              <w:sz w:val="22"/>
                              <w:szCs w:val="22"/>
                              <w:lang w:val="hr-HR"/>
                            </w:rPr>
                          </w:pPr>
                          <w:r w:rsidRPr="00F76077"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  <w:t>РЕПУБЛИКА СРПСКА</w:t>
                          </w:r>
                          <w:r w:rsidRPr="00F7607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14:paraId="5677AA5F" w14:textId="77777777" w:rsidR="00FB1893" w:rsidRPr="00F76077" w:rsidRDefault="00E06595" w:rsidP="00FB1893">
                          <w:pPr>
                            <w:spacing w:after="40"/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  <w:t>ГРАД</w:t>
                          </w:r>
                          <w:r w:rsidR="00FB1893" w:rsidRPr="00F76077"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  <w:t xml:space="preserve"> ГРАДИШКА</w:t>
                          </w:r>
                        </w:p>
                        <w:p w14:paraId="47CFE9BC" w14:textId="77777777" w:rsidR="00FB1893" w:rsidRPr="00AE17FF" w:rsidRDefault="00E06595" w:rsidP="00FB1893">
                          <w:pPr>
                            <w:spacing w:after="40"/>
                            <w:rPr>
                              <w:rFonts w:ascii="Arial" w:hAnsi="Arial" w:cs="Arial"/>
                              <w:sz w:val="22"/>
                              <w:szCs w:val="22"/>
                              <w:lang w:val="hr-HR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lang w:val="hr-HR"/>
                            </w:rPr>
                            <w:t>ГРАДОНАЧЕЛНИК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C8AE07" id="Text Box 4" o:spid="_x0000_s1027" type="#_x0000_t202" style="position:absolute;margin-left:84.8pt;margin-top:-8.8pt;width:249.9pt;height:63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" filled="f" stroked="f">
              <v:textbox>
                <w:txbxContent>
                  <w:p w14:paraId="1E58F9E6" w14:textId="77777777" w:rsidR="00FB1893" w:rsidRPr="00F76077" w:rsidRDefault="00FB1893" w:rsidP="00FB1893">
                    <w:pPr>
                      <w:spacing w:after="40"/>
                      <w:rPr>
                        <w:rFonts w:ascii="Arial" w:hAnsi="Arial" w:cs="Arial"/>
                        <w:sz w:val="22"/>
                        <w:szCs w:val="22"/>
                        <w:lang w:val="hr-HR"/>
                      </w:rPr>
                    </w:pPr>
                    <w:r w:rsidRPr="00F76077"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  <w:t>РЕПУБЛИКА СРПСКА</w:t>
                    </w:r>
                    <w:r w:rsidRPr="00F76077"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</w:t>
                    </w:r>
                  </w:p>
                  <w:p w14:paraId="5677AA5F" w14:textId="77777777" w:rsidR="00FB1893" w:rsidRPr="00F76077" w:rsidRDefault="00E06595" w:rsidP="00FB1893">
                    <w:pPr>
                      <w:spacing w:after="40"/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  <w:t>ГРАД</w:t>
                    </w:r>
                    <w:r w:rsidR="00FB1893" w:rsidRPr="00F76077"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  <w:t xml:space="preserve"> ГРАДИШКА</w:t>
                    </w:r>
                  </w:p>
                  <w:p w14:paraId="47CFE9BC" w14:textId="77777777" w:rsidR="00FB1893" w:rsidRPr="00AE17FF" w:rsidRDefault="00E06595" w:rsidP="00FB1893">
                    <w:pPr>
                      <w:spacing w:after="40"/>
                      <w:rPr>
                        <w:rFonts w:ascii="Arial" w:hAnsi="Arial" w:cs="Arial"/>
                        <w:sz w:val="22"/>
                        <w:szCs w:val="22"/>
                        <w:lang w:val="hr-HR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  <w:lang w:val="hr-HR"/>
                      </w:rPr>
                      <w:t>ГРАДОНАЧЕЛНИК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66073"/>
    <w:multiLevelType w:val="hybridMultilevel"/>
    <w:tmpl w:val="BFA4A11E"/>
    <w:lvl w:ilvl="0" w:tplc="9316315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006805"/>
    <w:multiLevelType w:val="hybridMultilevel"/>
    <w:tmpl w:val="BB901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A083A"/>
    <w:multiLevelType w:val="hybridMultilevel"/>
    <w:tmpl w:val="F0C454AC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6247B"/>
    <w:multiLevelType w:val="hybridMultilevel"/>
    <w:tmpl w:val="597ECC8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30A72"/>
    <w:multiLevelType w:val="hybridMultilevel"/>
    <w:tmpl w:val="9C18BC6A"/>
    <w:lvl w:ilvl="0" w:tplc="4E2EBA5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5F59290F"/>
    <w:multiLevelType w:val="hybridMultilevel"/>
    <w:tmpl w:val="BB80BAF0"/>
    <w:lvl w:ilvl="0" w:tplc="1FB6D3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19B20A5"/>
    <w:multiLevelType w:val="hybridMultilevel"/>
    <w:tmpl w:val="3C7E362C"/>
    <w:lvl w:ilvl="0" w:tplc="85B283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241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A5A"/>
    <w:rsid w:val="00064C1B"/>
    <w:rsid w:val="0009466A"/>
    <w:rsid w:val="000F592C"/>
    <w:rsid w:val="0014156F"/>
    <w:rsid w:val="00141CFE"/>
    <w:rsid w:val="00191861"/>
    <w:rsid w:val="001A09E6"/>
    <w:rsid w:val="001A704C"/>
    <w:rsid w:val="00207ACB"/>
    <w:rsid w:val="0021594D"/>
    <w:rsid w:val="00246877"/>
    <w:rsid w:val="002A5BDC"/>
    <w:rsid w:val="002B12CD"/>
    <w:rsid w:val="002F3C78"/>
    <w:rsid w:val="00312809"/>
    <w:rsid w:val="00327A5A"/>
    <w:rsid w:val="003B391B"/>
    <w:rsid w:val="003E46C6"/>
    <w:rsid w:val="00467306"/>
    <w:rsid w:val="0047681C"/>
    <w:rsid w:val="00483939"/>
    <w:rsid w:val="004F29E1"/>
    <w:rsid w:val="00500359"/>
    <w:rsid w:val="00530891"/>
    <w:rsid w:val="005737BB"/>
    <w:rsid w:val="0058273F"/>
    <w:rsid w:val="00616A70"/>
    <w:rsid w:val="00617F2C"/>
    <w:rsid w:val="006314F2"/>
    <w:rsid w:val="00672D37"/>
    <w:rsid w:val="006858F9"/>
    <w:rsid w:val="006A215B"/>
    <w:rsid w:val="006B2AA9"/>
    <w:rsid w:val="006E64D2"/>
    <w:rsid w:val="00713B31"/>
    <w:rsid w:val="00757ADF"/>
    <w:rsid w:val="007D0D28"/>
    <w:rsid w:val="007D1525"/>
    <w:rsid w:val="007E6B85"/>
    <w:rsid w:val="00845199"/>
    <w:rsid w:val="00865784"/>
    <w:rsid w:val="008A1BD6"/>
    <w:rsid w:val="008D6FB9"/>
    <w:rsid w:val="008D70E4"/>
    <w:rsid w:val="008E70BA"/>
    <w:rsid w:val="00900B7E"/>
    <w:rsid w:val="00906EC4"/>
    <w:rsid w:val="00932A57"/>
    <w:rsid w:val="009426DD"/>
    <w:rsid w:val="00946FC4"/>
    <w:rsid w:val="009944B2"/>
    <w:rsid w:val="009C7068"/>
    <w:rsid w:val="009C73F9"/>
    <w:rsid w:val="00A01A41"/>
    <w:rsid w:val="00A0413D"/>
    <w:rsid w:val="00A5430D"/>
    <w:rsid w:val="00AB08E9"/>
    <w:rsid w:val="00AE17FF"/>
    <w:rsid w:val="00B05839"/>
    <w:rsid w:val="00B30397"/>
    <w:rsid w:val="00B67C68"/>
    <w:rsid w:val="00C27299"/>
    <w:rsid w:val="00C817A8"/>
    <w:rsid w:val="00CC0D93"/>
    <w:rsid w:val="00CC7C1C"/>
    <w:rsid w:val="00CD5631"/>
    <w:rsid w:val="00CE233C"/>
    <w:rsid w:val="00CF1895"/>
    <w:rsid w:val="00D0220C"/>
    <w:rsid w:val="00D9221C"/>
    <w:rsid w:val="00DA7521"/>
    <w:rsid w:val="00DF5A91"/>
    <w:rsid w:val="00E06595"/>
    <w:rsid w:val="00E1169A"/>
    <w:rsid w:val="00E37915"/>
    <w:rsid w:val="00E55779"/>
    <w:rsid w:val="00EE030C"/>
    <w:rsid w:val="00EE0B06"/>
    <w:rsid w:val="00EE2112"/>
    <w:rsid w:val="00EE570A"/>
    <w:rsid w:val="00F66653"/>
    <w:rsid w:val="00F71E0D"/>
    <w:rsid w:val="00F76077"/>
    <w:rsid w:val="00F94BA7"/>
    <w:rsid w:val="00FB1893"/>
    <w:rsid w:val="00FB24CC"/>
    <w:rsid w:val="00FB5334"/>
    <w:rsid w:val="00FB6E57"/>
    <w:rsid w:val="00FC5B1B"/>
    <w:rsid w:val="00FD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B1353C9"/>
  <w15:docId w15:val="{CBE11069-A1B9-47B9-9AA5-FF777624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895"/>
    <w:rPr>
      <w:b/>
      <w:bCs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cirilica">
    <w:name w:val="Normal - cirilica"/>
    <w:rsid w:val="00F76077"/>
    <w:pPr>
      <w:suppressAutoHyphens/>
      <w:ind w:firstLine="1134"/>
      <w:jc w:val="both"/>
    </w:pPr>
    <w:rPr>
      <w:rFonts w:eastAsia="Arial"/>
      <w:sz w:val="22"/>
      <w:lang w:eastAsia="ar-SA"/>
    </w:rPr>
  </w:style>
  <w:style w:type="character" w:styleId="Emphasis">
    <w:name w:val="Emphasis"/>
    <w:basedOn w:val="DefaultParagraphFont"/>
    <w:qFormat/>
    <w:rsid w:val="00F76077"/>
    <w:rPr>
      <w:i/>
      <w:iCs/>
    </w:rPr>
  </w:style>
  <w:style w:type="paragraph" w:styleId="ListParagraph">
    <w:name w:val="List Paragraph"/>
    <w:basedOn w:val="Normal"/>
    <w:uiPriority w:val="34"/>
    <w:qFormat/>
    <w:rsid w:val="00F76077"/>
    <w:pPr>
      <w:ind w:left="720"/>
      <w:contextualSpacing/>
    </w:pPr>
    <w:rPr>
      <w:rFonts w:eastAsia="Times New Roman"/>
      <w:b w:val="0"/>
      <w:bCs w:val="0"/>
      <w:kern w:val="0"/>
    </w:rPr>
  </w:style>
  <w:style w:type="paragraph" w:styleId="Header">
    <w:name w:val="header"/>
    <w:basedOn w:val="Normal"/>
    <w:link w:val="HeaderChar"/>
    <w:uiPriority w:val="99"/>
    <w:unhideWhenUsed/>
    <w:rsid w:val="00F7607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6077"/>
  </w:style>
  <w:style w:type="paragraph" w:styleId="Footer">
    <w:name w:val="footer"/>
    <w:basedOn w:val="Normal"/>
    <w:link w:val="FooterChar"/>
    <w:uiPriority w:val="99"/>
    <w:unhideWhenUsed/>
    <w:rsid w:val="00F7607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6077"/>
  </w:style>
  <w:style w:type="character" w:styleId="Hyperlink">
    <w:name w:val="Hyperlink"/>
    <w:basedOn w:val="DefaultParagraphFont"/>
    <w:rsid w:val="00F760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521"/>
    <w:rPr>
      <w:rFonts w:ascii="Tahoma" w:hAnsi="Tahoma" w:cs="Tahoma"/>
      <w:b/>
      <w:bCs/>
      <w:kern w:val="24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5737BB"/>
    <w:pPr>
      <w:widowControl w:val="0"/>
      <w:autoSpaceDE w:val="0"/>
      <w:autoSpaceDN w:val="0"/>
    </w:pPr>
    <w:rPr>
      <w:rFonts w:ascii="Arial" w:eastAsia="Arial" w:hAnsi="Arial" w:cs="Arial"/>
      <w:b w:val="0"/>
      <w:bCs w:val="0"/>
      <w:kern w:val="0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5737BB"/>
    <w:rPr>
      <w:rFonts w:ascii="Arial" w:eastAsia="Arial" w:hAnsi="Arial" w:cs="Arial"/>
    </w:rPr>
  </w:style>
  <w:style w:type="paragraph" w:customStyle="1" w:styleId="western">
    <w:name w:val="western"/>
    <w:basedOn w:val="Normal"/>
    <w:rsid w:val="00F66653"/>
    <w:pPr>
      <w:spacing w:before="100" w:beforeAutospacing="1" w:after="119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4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MANJ~1.VUK\AppData\Local\Temp\scp04671\FTP_GrGradiska\Gradski_memorandumi\memo%20-%2002%201%20-%20nacelnik%20unutrasnj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06E03-E54C-4F47-8724-7A18B72A3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 - 02 1 - nacelnik unutrasnji</Template>
  <TotalTime>21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Vukelić</dc:creator>
  <cp:keywords/>
  <dc:description/>
  <cp:lastModifiedBy>Marinko Tešić</cp:lastModifiedBy>
  <cp:revision>15</cp:revision>
  <cp:lastPrinted>2026-01-23T13:43:00Z</cp:lastPrinted>
  <dcterms:created xsi:type="dcterms:W3CDTF">2025-03-26T06:19:00Z</dcterms:created>
  <dcterms:modified xsi:type="dcterms:W3CDTF">2026-01-23T13:43:00Z</dcterms:modified>
</cp:coreProperties>
</file>